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Umowa powierzenia przetwarzania danych osobowych.docx</dmsv2BaseFileName>
    <dmsv2BaseDisplayName xmlns="http://schemas.microsoft.com/sharepoint/v3">Załącznik nr 6 do SWZ - Umowa powierzenia przetwarzania danych osobowych</dmsv2BaseDisplayName>
    <dmsv2SWPP2ObjectNumber xmlns="http://schemas.microsoft.com/sharepoint/v3">POST/DYS/OLD/GZ/04587/2025                        </dmsv2SWPP2ObjectNumber>
    <dmsv2SWPP2SumMD5 xmlns="http://schemas.microsoft.com/sharepoint/v3">994392921f11245a970024c30d8bdf81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24028097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JEUP5JKVCYQC-1133723987-26200</_dlc_DocId>
    <_dlc_DocIdUrl xmlns="a19cb1c7-c5c7-46d4-85ae-d83685407bba">
      <Url>https://swpp2.dms.gkpge.pl/sites/41/_layouts/15/DocIdRedir.aspx?ID=JEUP5JKVCYQC-1133723987-26200</Url>
      <Description>JEUP5JKVCYQC-1133723987-26200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495B2934-CA4E-4576-8686-0FEEBB9CB754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F1D2872-7565-4DE4-963A-3D567B65A14E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5fe25d64-147b-40c4-a46b-243be3070c8b</vt:lpwstr>
  </property>
</Properties>
</file>